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1B206403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016EC" w:rsidRPr="00010F86">
        <w:rPr>
          <w:rFonts w:eastAsia="Times New Roman" w:cs="Times New Roman"/>
          <w:b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7016EC" w:rsidRPr="00010F86">
        <w:rPr>
          <w:rFonts w:eastAsia="Times New Roman" w:cs="Times New Roman"/>
          <w:b/>
          <w:highlight w:val="yellow"/>
          <w:lang w:eastAsia="cs-CZ"/>
        </w:rPr>
        <w:instrText xml:space="preserve"> FORMTEXT </w:instrText>
      </w:r>
      <w:r w:rsidR="007016EC" w:rsidRPr="00010F86">
        <w:rPr>
          <w:rFonts w:eastAsia="Times New Roman" w:cs="Times New Roman"/>
          <w:b/>
          <w:highlight w:val="yellow"/>
          <w:lang w:eastAsia="cs-CZ"/>
        </w:rPr>
      </w:r>
      <w:r w:rsidR="007016EC" w:rsidRPr="00010F86">
        <w:rPr>
          <w:rFonts w:eastAsia="Times New Roman" w:cs="Times New Roman"/>
          <w:b/>
          <w:highlight w:val="yellow"/>
          <w:lang w:eastAsia="cs-CZ"/>
        </w:rPr>
        <w:fldChar w:fldCharType="separate"/>
      </w:r>
      <w:r w:rsidR="007016EC" w:rsidRPr="00010F86">
        <w:rPr>
          <w:rFonts w:eastAsia="Times New Roman" w:cs="Times New Roman"/>
          <w:b/>
          <w:noProof/>
          <w:highlight w:val="yellow"/>
          <w:lang w:eastAsia="cs-CZ"/>
        </w:rPr>
        <w:t>[DOPLNÍ ÚČASTNÍK]</w:t>
      </w:r>
      <w:r w:rsidR="007016EC" w:rsidRPr="00010F86">
        <w:rPr>
          <w:rFonts w:eastAsia="Times New Roman" w:cs="Times New Roman"/>
          <w:b/>
          <w:highlight w:val="yellow"/>
          <w:lang w:eastAsia="cs-CZ"/>
        </w:rPr>
        <w:fldChar w:fldCharType="end"/>
      </w:r>
      <w:bookmarkEnd w:id="0"/>
    </w:p>
    <w:p w14:paraId="59466B6D" w14:textId="7D24AFB8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016EC" w:rsidRPr="00010F86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016EC" w:rsidRPr="00010F86">
        <w:rPr>
          <w:highlight w:val="yellow"/>
        </w:rPr>
        <w:instrText xml:space="preserve"> FORMTEXT </w:instrText>
      </w:r>
      <w:r w:rsidR="007016EC" w:rsidRPr="00010F86">
        <w:rPr>
          <w:highlight w:val="yellow"/>
        </w:rPr>
      </w:r>
      <w:r w:rsidR="007016EC" w:rsidRPr="00010F86">
        <w:rPr>
          <w:highlight w:val="yellow"/>
        </w:rPr>
        <w:fldChar w:fldCharType="separate"/>
      </w:r>
      <w:r w:rsidR="007016EC" w:rsidRPr="00010F86">
        <w:rPr>
          <w:noProof/>
          <w:highlight w:val="yellow"/>
        </w:rPr>
        <w:t>[DOPLNÍ ÚČASTNÍK]</w:t>
      </w:r>
      <w:r w:rsidR="007016EC" w:rsidRPr="00010F86">
        <w:rPr>
          <w:highlight w:val="yellow"/>
        </w:rPr>
        <w:fldChar w:fldCharType="end"/>
      </w:r>
    </w:p>
    <w:p w14:paraId="59466B6E" w14:textId="72923D56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016EC" w:rsidRPr="00010F86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016EC" w:rsidRPr="00010F86">
        <w:rPr>
          <w:highlight w:val="yellow"/>
        </w:rPr>
        <w:instrText xml:space="preserve"> FORMTEXT </w:instrText>
      </w:r>
      <w:r w:rsidR="007016EC" w:rsidRPr="00010F86">
        <w:rPr>
          <w:highlight w:val="yellow"/>
        </w:rPr>
      </w:r>
      <w:r w:rsidR="007016EC" w:rsidRPr="00010F86">
        <w:rPr>
          <w:highlight w:val="yellow"/>
        </w:rPr>
        <w:fldChar w:fldCharType="separate"/>
      </w:r>
      <w:r w:rsidR="007016EC" w:rsidRPr="00010F86">
        <w:rPr>
          <w:noProof/>
          <w:highlight w:val="yellow"/>
        </w:rPr>
        <w:t>[DOPLNÍ ÚČASTNÍK]</w:t>
      </w:r>
      <w:r w:rsidR="007016EC" w:rsidRPr="00010F86">
        <w:rPr>
          <w:highlight w:val="yellow"/>
        </w:rPr>
        <w:fldChar w:fldCharType="end"/>
      </w:r>
    </w:p>
    <w:p w14:paraId="59466B6F" w14:textId="2904B5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016EC" w:rsidRPr="00010F86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016EC" w:rsidRPr="00010F86">
        <w:rPr>
          <w:highlight w:val="yellow"/>
        </w:rPr>
        <w:instrText xml:space="preserve"> FORMTEXT </w:instrText>
      </w:r>
      <w:r w:rsidR="007016EC" w:rsidRPr="00010F86">
        <w:rPr>
          <w:highlight w:val="yellow"/>
        </w:rPr>
      </w:r>
      <w:r w:rsidR="007016EC" w:rsidRPr="00010F86">
        <w:rPr>
          <w:highlight w:val="yellow"/>
        </w:rPr>
        <w:fldChar w:fldCharType="separate"/>
      </w:r>
      <w:r w:rsidR="007016EC" w:rsidRPr="00010F86">
        <w:rPr>
          <w:noProof/>
          <w:highlight w:val="yellow"/>
        </w:rPr>
        <w:t>[DOPLNÍ ÚČASTNÍK]</w:t>
      </w:r>
      <w:r w:rsidR="007016EC" w:rsidRPr="00010F86">
        <w:rPr>
          <w:highlight w:val="yellow"/>
        </w:rPr>
        <w:fldChar w:fldCharType="end"/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B00C64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 w:rsidRPr="007016EC">
        <w:rPr>
          <w:rFonts w:eastAsia="Times New Roman" w:cs="Times New Roman"/>
          <w:b/>
          <w:lang w:eastAsia="cs-CZ"/>
        </w:rPr>
        <w:t>„</w:t>
      </w:r>
      <w:bookmarkEnd w:id="1"/>
      <w:r w:rsidR="00661CB6" w:rsidRPr="00661CB6">
        <w:rPr>
          <w:b/>
          <w:bCs/>
        </w:rPr>
        <w:t>Aktualizace projektové dokumentace „Oprava trati v úseku Police nad M. - Teplice nad M.</w:t>
      </w:r>
      <w:r w:rsidRPr="007016EC">
        <w:rPr>
          <w:rFonts w:eastAsia="Times New Roman" w:cs="Times New Roman"/>
          <w:b/>
          <w:lang w:eastAsia="cs-CZ"/>
        </w:rPr>
        <w:t>“</w:t>
      </w:r>
      <w:r w:rsidRPr="007016EC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3D469770" w:rsidR="00AC2CF0" w:rsidRPr="007308BA" w:rsidRDefault="00661CB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575480779"/>
                <w:placeholder>
                  <w:docPart w:val="E88B00B6B10343948320FEE73DD118E8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1D3164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06AA7ACE" w:rsidR="00AC2CF0" w:rsidRPr="007308BA" w:rsidRDefault="00661CB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896050821"/>
                <w:placeholder>
                  <w:docPart w:val="9297696D51984ADDA139AF77372A8DD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1D3164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794E25BD" w:rsidR="009F392E" w:rsidRPr="00AA121C" w:rsidRDefault="008145D7" w:rsidP="00AA121C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AA121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45AF6A9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7016EC">
      <w:rPr>
        <w:rStyle w:val="Zvraznn"/>
      </w:rPr>
      <w:t>7</w:t>
    </w:r>
    <w:r>
      <w:rPr>
        <w:rStyle w:val="Zvraznn"/>
      </w:rPr>
      <w:t xml:space="preserve">.2 a </w:t>
    </w:r>
    <w:r w:rsidR="007016EC">
      <w:rPr>
        <w:rStyle w:val="Zvraznn"/>
      </w:rPr>
      <w:t>7</w:t>
    </w:r>
    <w:r w:rsidR="005F15EC">
      <w:rPr>
        <w:rStyle w:val="Zvraznn"/>
      </w:rPr>
      <w:t>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3B6A"/>
    <w:rsid w:val="00184743"/>
    <w:rsid w:val="001A3814"/>
    <w:rsid w:val="001D316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CB6"/>
    <w:rsid w:val="0066668B"/>
    <w:rsid w:val="00677B7F"/>
    <w:rsid w:val="006A0B14"/>
    <w:rsid w:val="006A2E2D"/>
    <w:rsid w:val="006A5570"/>
    <w:rsid w:val="006A689C"/>
    <w:rsid w:val="006B3D79"/>
    <w:rsid w:val="006D7AFE"/>
    <w:rsid w:val="006E0578"/>
    <w:rsid w:val="006E314D"/>
    <w:rsid w:val="007016EC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A720E"/>
    <w:rsid w:val="009B14A9"/>
    <w:rsid w:val="009B2E97"/>
    <w:rsid w:val="009E07F4"/>
    <w:rsid w:val="009F392E"/>
    <w:rsid w:val="009F7412"/>
    <w:rsid w:val="00A06F33"/>
    <w:rsid w:val="00A56F0E"/>
    <w:rsid w:val="00A6177B"/>
    <w:rsid w:val="00A66136"/>
    <w:rsid w:val="00A8346D"/>
    <w:rsid w:val="00AA121C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C32AE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E88B00B6B10343948320FEE73DD118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BA6936-C414-4004-8E43-D19A8FE3E806}"/>
      </w:docPartPr>
      <w:docPartBody>
        <w:p w:rsidR="000C042E" w:rsidRDefault="000C042E" w:rsidP="000C042E">
          <w:pPr>
            <w:pStyle w:val="E88B00B6B10343948320FEE73DD118E8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9297696D51984ADDA139AF77372A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2A343A-BFC3-4495-B7A5-9F05B6CC386B}"/>
      </w:docPartPr>
      <w:docPartBody>
        <w:p w:rsidR="000C042E" w:rsidRDefault="000C042E" w:rsidP="000C042E">
          <w:pPr>
            <w:pStyle w:val="9297696D51984ADDA139AF77372A8DD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C042E"/>
    <w:rsid w:val="00183B6A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042E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E88B00B6B10343948320FEE73DD118E8">
    <w:name w:val="E88B00B6B10343948320FEE73DD118E8"/>
    <w:rsid w:val="000C042E"/>
    <w:rPr>
      <w:kern w:val="2"/>
      <w14:ligatures w14:val="standardContextual"/>
    </w:rPr>
  </w:style>
  <w:style w:type="paragraph" w:customStyle="1" w:styleId="9297696D51984ADDA139AF77372A8DDD">
    <w:name w:val="9297696D51984ADDA139AF77372A8DDD"/>
    <w:rsid w:val="000C042E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A99A26-29E6-4B2E-890A-786FE4ADE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92</TotalTime>
  <Pages>1</Pages>
  <Words>486</Words>
  <Characters>2871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Malínská Hana</cp:lastModifiedBy>
  <cp:revision>15</cp:revision>
  <cp:lastPrinted>2017-11-28T17:18:00Z</cp:lastPrinted>
  <dcterms:created xsi:type="dcterms:W3CDTF">2023-11-16T10:29:00Z</dcterms:created>
  <dcterms:modified xsi:type="dcterms:W3CDTF">2024-07-10T07:42:00Z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